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FE" w:rsidRDefault="00595F81">
      <w:r>
        <w:rPr>
          <w:noProof/>
          <w:lang w:val="ru-RU" w:eastAsia="ru-RU"/>
        </w:rPr>
        <w:pict>
          <v:group id="_x0000_s1547" style="position:absolute;left:0;text-align:left;margin-left:311.95pt;margin-top:321.2pt;width:168.5pt;height:6.5pt;z-index:20;mso-position-horizontal-relative:page;mso-position-vertical-relative:page" coordorigin="251460,201168" coordsize="2139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">
            <v:rect id="Rectangle 265" o:spid="_x0000_s1548" style="position:absolute;left:251460;top:201168;width:713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1xsQA&#10;AADbAAAADwAAAGRycy9kb3ducmV2LnhtbESPT2vCQBTE7wW/w/IK3nSjLVpSV1GhIvFkLKXHR/Z1&#10;E5p9G7KbP377bqHQ4zAzv2E2u9HWoqfWV44VLOYJCOLC6YqNgvfb2+wFhA/IGmvHpOBOHnbbycMG&#10;U+0GvlKfByMihH2KCsoQmlRKX5Rk0c9dQxy9L9daDFG2RuoWhwi3tVwmyUparDgulNjQsaTiO++s&#10;Aldnp8N6XOQm+/j0z7gyXXExSk0fx/0riEBj+A//tc9awfIJ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jdcbEAAAA2wAAAA8AAAAAAAAAAAAAAAAAmAIAAGRycy9k&#10;b3ducmV2LnhtbFBLBQYAAAAABAAEAPUAAACJ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266" o:spid="_x0000_s1549" style="position:absolute;left:258592;top:201168;width:713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IzsYA&#10;AADbAAAADwAAAGRycy9kb3ducmV2LnhtbESPQWvCQBSE7wX/w/IEL1I3FakSs5GiqKUgorXQ4zP7&#10;TILZtzG7avrvuwWhx2FmvmGSWWsqcaPGlZYVvAwiEMSZ1SXnCg6fy+cJCOeRNVaWScEPOZilnacE&#10;Y23vvKPb3uciQNjFqKDwvo6ldFlBBt3A1sTBO9nGoA+yyaVu8B7gppLDKHqVBksOCwXWNC8oO++v&#10;RkG22tTH9Xa+Hh8ui+rytfj+6JuRUr1u+zYF4an1/+FH+10rGI7g70v4A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mIzsYAAADbAAAADwAAAAAAAAAAAAAAAACYAgAAZHJz&#10;L2Rvd25yZXYueG1sUEsFBgAAAAAEAAQA9QAAAIs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267" o:spid="_x0000_s1550" style="position:absolute;left:265724;top:201168;width:713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efv8QA&#10;AADbAAAADwAAAGRycy9kb3ducmV2LnhtbESPX2sCMRDE3wv9DmELvmlOUSmnUWxR8A8iVfF5e9nm&#10;Di+b4xL1/PZGEPo4zM5vdsbTxpbiSrUvHCvodhIQxJnTBRsFx8Oi/QnCB2SNpWNScCcP08n72xhT&#10;7W78Q9d9MCJC2KeoIA+hSqX0WU4WfcdVxNH7c7XFEGVtpK7xFuG2lL0kGUqLBceGHCv6zik77y82&#10;vtHfzE+ZWWzN127WvazovB78zpVqfTSzEYhATfg/fqWXWkFvAM8tEQB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3n7/EAAAA2wAAAA8AAAAAAAAAAAAAAAAAmAIAAGRycy9k&#10;b3ducmV2LnhtbFBLBQYAAAAABAAEAPUAAACJAwAAAAA=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 w:rsidRPr="00595F8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0" o:spid="_x0000_s1532" type="#_x0000_t202" style="position:absolute;left:0;text-align:left;margin-left:280.25pt;margin-top:25.4pt;width:265.4pt;height:533.65pt;z-index:11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" filled="f" stroked="f" strokeweight="0" insetpen="t">
            <o:lock v:ext="edit" shapetype="t"/>
            <v:textbox style="mso-next-textbox:#Text Box 250" inset="2.85pt,2.85pt,2.85pt,2.85pt">
              <w:txbxContent>
                <w:p w:rsidR="000A067A" w:rsidRDefault="000A067A" w:rsidP="000A067A">
                  <w:pPr>
                    <w:pStyle w:val="4"/>
                    <w:contextualSpacing/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</w:pPr>
                  <w:r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  <w:t xml:space="preserve">В чем выгода </w:t>
                  </w:r>
                  <w:proofErr w:type="gramStart"/>
                  <w:r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  <w:t>неагрессивного</w:t>
                  </w:r>
                  <w:proofErr w:type="gramEnd"/>
                  <w:r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  <w:t xml:space="preserve"> </w:t>
                  </w:r>
                </w:p>
                <w:p w:rsidR="000A067A" w:rsidRPr="000A067A" w:rsidRDefault="000A067A" w:rsidP="000A067A">
                  <w:pPr>
                    <w:pStyle w:val="4"/>
                    <w:contextualSpacing/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</w:pPr>
                  <w:r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  <w:t>настаивания на своем?</w:t>
                  </w:r>
                </w:p>
                <w:p w:rsidR="000A067A" w:rsidRDefault="000A067A" w:rsidP="000A067A">
                  <w:pPr>
                    <w:numPr>
                      <w:ilvl w:val="0"/>
                      <w:numId w:val="10"/>
                    </w:numPr>
                    <w:rPr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sz w:val="22"/>
                      <w:szCs w:val="22"/>
                      <w:lang w:val="ru-RU"/>
                    </w:rPr>
                    <w:t>повышаются самооценка и самоконтроль;</w:t>
                  </w:r>
                </w:p>
                <w:p w:rsidR="000A067A" w:rsidRDefault="000A067A" w:rsidP="000A067A">
                  <w:pPr>
                    <w:numPr>
                      <w:ilvl w:val="0"/>
                      <w:numId w:val="10"/>
                    </w:numPr>
                    <w:rPr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sz w:val="22"/>
                      <w:szCs w:val="22"/>
                      <w:lang w:val="ru-RU"/>
                    </w:rPr>
                    <w:t xml:space="preserve">формируется навык отстаивания собственных прав и </w:t>
                  </w:r>
                  <w:proofErr w:type="spellStart"/>
                  <w:r w:rsidRPr="000A067A">
                    <w:rPr>
                      <w:sz w:val="22"/>
                      <w:szCs w:val="22"/>
                      <w:lang w:val="ru-RU"/>
                    </w:rPr>
                    <w:t>недопускания</w:t>
                  </w:r>
                  <w:proofErr w:type="spellEnd"/>
                  <w:r w:rsidRPr="000A067A">
                    <w:rPr>
                      <w:sz w:val="22"/>
                      <w:szCs w:val="22"/>
                      <w:lang w:val="ru-RU"/>
                    </w:rPr>
                    <w:t xml:space="preserve"> того, чтобы люди брали над тобой верх;</w:t>
                  </w:r>
                </w:p>
                <w:p w:rsidR="000A067A" w:rsidRDefault="000A067A" w:rsidP="000A067A">
                  <w:pPr>
                    <w:numPr>
                      <w:ilvl w:val="0"/>
                      <w:numId w:val="10"/>
                    </w:numPr>
                    <w:rPr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sz w:val="22"/>
                      <w:szCs w:val="22"/>
                      <w:lang w:val="ru-RU"/>
                    </w:rPr>
                    <w:t xml:space="preserve">развивается способность открыто и честно </w:t>
                  </w:r>
                  <w:proofErr w:type="gramStart"/>
                  <w:r w:rsidRPr="000A067A">
                    <w:rPr>
                      <w:sz w:val="22"/>
                      <w:szCs w:val="22"/>
                      <w:lang w:val="ru-RU"/>
                    </w:rPr>
                    <w:t>выражать</w:t>
                  </w:r>
                  <w:proofErr w:type="gramEnd"/>
                  <w:r w:rsidRPr="000A067A">
                    <w:rPr>
                      <w:sz w:val="22"/>
                      <w:szCs w:val="22"/>
                      <w:lang w:val="ru-RU"/>
                    </w:rPr>
                    <w:t xml:space="preserve"> себя и при этом не задевать прав других людей.</w:t>
                  </w:r>
                </w:p>
                <w:p w:rsidR="000A067A" w:rsidRPr="000A067A" w:rsidRDefault="000A067A" w:rsidP="000A067A">
                  <w:pPr>
                    <w:ind w:left="720"/>
                    <w:rPr>
                      <w:sz w:val="22"/>
                      <w:szCs w:val="22"/>
                      <w:lang w:val="ru-RU"/>
                    </w:rPr>
                  </w:pPr>
                </w:p>
                <w:p w:rsidR="00A537EB" w:rsidRDefault="00595F81" w:rsidP="00BA7FB3">
                  <w:pPr>
                    <w:pStyle w:val="21"/>
                    <w:jc w:val="both"/>
                    <w:rPr>
                      <w:lang w:val="ru-RU"/>
                    </w:rPr>
                  </w:pPr>
                  <w:r w:rsidRPr="00595F81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2.5pt;height:87.75pt">
                        <v:imagedata r:id="rId6" o:title=""/>
                      </v:shape>
                    </w:pict>
                  </w:r>
                  <w:r w:rsidRPr="00595F81">
                    <w:pict>
                      <v:shape id="_x0000_i1026" type="#_x0000_t75" style="width:85.5pt;height:85.5pt">
                        <v:imagedata r:id="rId7" o:title=""/>
                      </v:shape>
                    </w:pict>
                  </w:r>
                  <w:r w:rsidRPr="00595F81">
                    <w:pict>
                      <v:shape id="_x0000_i1027" type="#_x0000_t75" style="width:1in;height:85.5pt">
                        <v:imagedata r:id="rId8" o:title=""/>
                      </v:shape>
                    </w:pict>
                  </w:r>
                </w:p>
                <w:p w:rsidR="000A067A" w:rsidRDefault="000A067A" w:rsidP="00BA7FB3">
                  <w:pPr>
                    <w:pStyle w:val="21"/>
                    <w:jc w:val="both"/>
                    <w:rPr>
                      <w:lang w:val="ru-RU"/>
                    </w:rPr>
                  </w:pPr>
                </w:p>
                <w:p w:rsidR="000A067A" w:rsidRDefault="000A067A" w:rsidP="00BA7FB3">
                  <w:pPr>
                    <w:pStyle w:val="21"/>
                    <w:jc w:val="both"/>
                    <w:rPr>
                      <w:lang w:val="ru-RU"/>
                    </w:rPr>
                  </w:pPr>
                </w:p>
                <w:p w:rsidR="000A067A" w:rsidRDefault="000A067A" w:rsidP="00BA7FB3">
                  <w:pPr>
                    <w:pStyle w:val="21"/>
                    <w:jc w:val="both"/>
                    <w:rPr>
                      <w:lang w:val="ru-RU"/>
                    </w:rPr>
                  </w:pPr>
                </w:p>
                <w:p w:rsidR="00D44642" w:rsidRPr="00D44642" w:rsidRDefault="00D44642" w:rsidP="00D44642">
                  <w:pPr>
                    <w:pStyle w:val="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D44642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Если у Вас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есть </w:t>
                  </w:r>
                  <w:r w:rsidRPr="00D44642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проблемы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</w:t>
                  </w:r>
                  <w:r w:rsidRPr="00D44642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и   Вы  не можете решить их сами, то психологи </w:t>
                  </w:r>
                  <w:r w:rsidR="00956C5A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>школы</w:t>
                  </w:r>
                  <w:r w:rsidRPr="00D44642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всегда готовы Вам  оказать квалифицированную помощь</w:t>
                  </w:r>
                  <w:r w:rsidRPr="00D446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ru-RU"/>
                    </w:rPr>
                    <w:t>.</w:t>
                  </w:r>
                </w:p>
                <w:p w:rsidR="00D44642" w:rsidRPr="00D44642" w:rsidRDefault="00D44642" w:rsidP="00D44642">
                  <w:pPr>
                    <w:pStyle w:val="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ru-RU"/>
                    </w:rPr>
                  </w:pPr>
                </w:p>
                <w:p w:rsidR="00D44642" w:rsidRPr="00D44642" w:rsidRDefault="00D44642" w:rsidP="00D44642">
                  <w:pPr>
                    <w:pStyle w:val="21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</w:pPr>
                  <w:r w:rsidRPr="00D446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  <w:t xml:space="preserve">   </w:t>
                  </w:r>
                </w:p>
                <w:p w:rsidR="00D44642" w:rsidRPr="00D44642" w:rsidRDefault="00D44642" w:rsidP="00D44642">
                  <w:pPr>
                    <w:pStyle w:val="21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</w:pPr>
                </w:p>
                <w:p w:rsidR="00D44642" w:rsidRPr="00D44642" w:rsidRDefault="00D44642" w:rsidP="009E5FD5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</w:pPr>
                  <w:r w:rsidRPr="00D446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  <w:t xml:space="preserve">   </w:t>
                  </w:r>
                </w:p>
                <w:p w:rsidR="00D44642" w:rsidRPr="00D44642" w:rsidRDefault="00D44642" w:rsidP="00956C5A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</w:pPr>
                  <w:r w:rsidRPr="00D4464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  </w:t>
                  </w:r>
                </w:p>
                <w:p w:rsidR="00D44642" w:rsidRPr="00D44642" w:rsidRDefault="00D44642" w:rsidP="00D44642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ru-RU"/>
                    </w:rPr>
                  </w:pPr>
                  <w:bookmarkStart w:id="0" w:name="_GoBack"/>
                  <w:bookmarkEnd w:id="0"/>
                </w:p>
                <w:p w:rsidR="00D44642" w:rsidRPr="00D44642" w:rsidRDefault="00D44642" w:rsidP="00D44642">
                  <w:pPr>
                    <w:pStyle w:val="21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</w:pPr>
                </w:p>
                <w:p w:rsidR="000A067A" w:rsidRPr="000A067A" w:rsidRDefault="000A067A" w:rsidP="00BA7FB3">
                  <w:pPr>
                    <w:pStyle w:val="21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254" o:spid="_x0000_s1531" type="#_x0000_t202" style="position:absolute;left:0;text-align:left;margin-left:28.25pt;margin-top:21.2pt;width:210.75pt;height:43.75pt;z-index:5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" filled="f" stroked="f" strokeweight="0" insetpen="t">
            <o:lock v:ext="edit" shapetype="t"/>
            <v:textbox inset="2.85pt,2.85pt,2.85pt,2.85pt">
              <w:txbxContent>
                <w:p w:rsidR="00A537EB" w:rsidRPr="000A067A" w:rsidRDefault="000A067A">
                  <w:pPr>
                    <w:pStyle w:val="4"/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  <w:t>Как противостоять агрессии сверстников-подростков?</w:t>
                  </w:r>
                </w:p>
                <w:p w:rsidR="000A067A" w:rsidRPr="00956C5A" w:rsidRDefault="000A067A">
                  <w:pPr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473" o:spid="_x0000_s1529" type="#_x0000_t202" style="position:absolute;left:0;text-align:left;margin-left:348.95pt;margin-top:513.95pt;width:84.9pt;height:52.65pt;z-index:1;visibility:visible;mso-wrap-style:non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" filled="f" stroked="f">
            <v:textbox style="mso-fit-shape-to-text:t">
              <w:txbxContent>
                <w:p w:rsidR="00A537EB" w:rsidRDefault="00A537EB"/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257" o:spid="_x0000_s1524" type="#_x0000_t202" style="position:absolute;left:0;text-align:left;margin-left:302.85pt;margin-top:351.85pt;width:171pt;height:42.5pt;z-index:6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" filled="f" stroked="f" strokeweight="0" insetpen="t">
            <o:lock v:ext="edit" shapetype="t"/>
            <v:textbox style="mso-fit-shape-to-text:t" inset="2.85pt,2.85pt,2.85pt,2.85pt">
              <w:txbxContent>
                <w:p w:rsidR="00A537EB" w:rsidRPr="00FF0996" w:rsidRDefault="00A537EB">
                  <w:pPr>
                    <w:pStyle w:val="a7"/>
                    <w:rPr>
                      <w:caps/>
                      <w:sz w:val="32"/>
                      <w:szCs w:val="32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rect id="Rectangle 12" o:spid="_x0000_s1523" style="position:absolute;left:0;text-align:left;margin-left:341.95pt;margin-top:517.15pt;width:108pt;height:54pt;z-index:2;visibility:hidden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439A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" filled="f" fillcolor="black" stroked="f" strokecolor="white" strokeweight="0" insetpen="t">
            <o:lock v:ext="edit" shapetype="t"/>
            <v:textbox inset="2.88pt,2.88pt,2.88pt,2.88pt"/>
          </v:rect>
        </w:pict>
      </w:r>
    </w:p>
    <w:p w:rsidR="008026FE" w:rsidRPr="008026FE" w:rsidRDefault="00595F81" w:rsidP="008026FE">
      <w:r w:rsidRPr="00595F81">
        <w:rPr>
          <w:noProof/>
        </w:rPr>
        <w:pict>
          <v:group id="Group 260" o:spid="_x0000_s1518" style="position:absolute;left:0;text-align:left;margin-left:20.45pt;margin-top:57.2pt;width:210.75pt;height:7.75pt;z-index:7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">
            <v:rect id="Rectangle 261" o:spid="_x0000_s1519" style="position:absolute;left:184343;top:201168;width:7101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nt74A&#10;AADbAAAADwAAAGRycy9kb3ducmV2LnhtbERPTYvCMBC9C/6HMII3TRVRqUZRQVnck1XE49CMabGZ&#10;lCZq99+bg7DHx/terltbiRc1vnSsYDRMQBDnTpdsFFzO+8EchA/IGivHpOCPPKxX3c4SU+3efKJX&#10;FoyIIexTVFCEUKdS+rwgi37oauLI3V1jMUTYGKkbfMdwW8lxkkylxZJjQ4E17QrKH9nTKnDV8bCd&#10;taPMHK83P8Gpeea/Rql+r90sQARqw7/46/7RCsZxbPwSf4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H57e+AAAA2wAAAA8AAAAAAAAAAAAAAAAAmAIAAGRycy9kb3ducmV2&#10;LnhtbFBLBQYAAAAABAAEAPUAAACD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262" o:spid="_x0000_s1520" style="position:absolute;left:191444;top:201168;width:710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nUMYA&#10;AADbAAAADwAAAGRycy9kb3ducmV2LnhtbESPW2vCQBSE3wX/w3IKfSm6qRQv0VWK0iqCiDfw8Zg9&#10;TYLZszG7avrvu0LBx2FmvmFGk9oU4kaVyy0reG9HIIgTq3NOFex3X60+COeRNRaWScEvOZiMm40R&#10;xtreeUO3rU9FgLCLUUHmfRlL6ZKMDLq2LYmD92Mrgz7IKpW6wnuAm0J2oqgrDeYcFjIsaZpRct5e&#10;jYLke1We5uvpvLe/zIrLYXZcvpkPpV5f6s8hCE+1f4b/2wutoDOAx5fwA+T4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gnUMYAAADbAAAADwAAAAAAAAAAAAAAAACYAgAAZHJz&#10;L2Rvd25yZXYueG1sUEsFBgAAAAAEAAQA9QAAAIs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263" o:spid="_x0000_s1521" style="position:absolute;left:198546;top:201168;width:710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mq+sUA&#10;AADbAAAADwAAAGRycy9kb3ducmV2LnhtbESPwWoCQQyG7wXfYYjQW521WilbR7GiUCsitaXndCed&#10;XdzJLDujrm9vDoUew5//y5fpvPO1OlMbq8AGhoMMFHERbMXOwNfn+uEZVEzIFuvAZOBKEeaz3t0U&#10;cxsu/EHnQ3JKIBxzNFCm1ORax6Ikj3EQGmLJfkPrMcnYOm1bvAjc1/oxyybaY8VyocSGliUVx8PJ&#10;i8Z4u/ou3HrnXveL4WlDx/enn5Ux9/1u8QIqUZf+l//ab9bASOzlFwGAn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ar6xQAAANsAAAAPAAAAAAAAAAAAAAAAAJgCAABkcnMv&#10;ZG93bnJldi54bWxQSwUGAAAAAAQABAD1AAAAigMAAAAA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</w:p>
    <w:p w:rsidR="008026FE" w:rsidRPr="00565830" w:rsidRDefault="00595F81" w:rsidP="008026FE">
      <w:pPr>
        <w:rPr>
          <w:lang w:val="ru-RU"/>
        </w:rPr>
      </w:pPr>
      <w:r w:rsidRPr="00595F81">
        <w:rPr>
          <w:noProof/>
        </w:rPr>
        <w:pict>
          <v:shape id="Text Box 253" o:spid="_x0000_s1522" type="#_x0000_t202" style="position:absolute;left:0;text-align:left;margin-left:20.45pt;margin-top:69.2pt;width:230.85pt;height:533.65pt;z-index:12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" filled="f" stroked="f" strokeweight="0" insetpen="t">
            <o:lock v:ext="edit" shapetype="t"/>
            <v:textbox style="mso-next-textbox:#Text Box 253" inset="2.85pt,2.85pt,2.85pt,2.85pt">
              <w:txbxContent>
                <w:p w:rsidR="004F662B" w:rsidRDefault="004F662B" w:rsidP="00EA23B9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lang w:val="ru-RU"/>
                    </w:rPr>
                  </w:pPr>
                </w:p>
                <w:p w:rsidR="000A067A" w:rsidRDefault="000A067A" w:rsidP="000A067A">
                  <w:pPr>
                    <w:pStyle w:val="20"/>
                    <w:numPr>
                      <w:ilvl w:val="0"/>
                      <w:numId w:val="8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Используй юмор; переводи конфликт в шутку.</w:t>
                  </w:r>
                </w:p>
                <w:p w:rsidR="000A067A" w:rsidRPr="000A067A" w:rsidRDefault="000A067A" w:rsidP="000A067A">
                  <w:pPr>
                    <w:pStyle w:val="20"/>
                    <w:spacing w:line="240" w:lineRule="auto"/>
                    <w:ind w:left="284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</w:p>
                <w:p w:rsidR="000A067A" w:rsidRDefault="000A067A" w:rsidP="000A067A">
                  <w:pPr>
                    <w:pStyle w:val="20"/>
                    <w:numPr>
                      <w:ilvl w:val="0"/>
                      <w:numId w:val="8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Если тебя втягивают в драку, то скажи, что ты чувствуешь в данный момент («Я зол, но я отказываюсь драться с тобой», «Я возмущен твоим поведением», «Ты хочешь втянуть меня в драку?»). Помни, что «</w:t>
                  </w:r>
                  <w:proofErr w:type="gramStart"/>
                  <w:r w:rsidRPr="000A067A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Я-высказывания</w:t>
                  </w:r>
                  <w:proofErr w:type="gramEnd"/>
                  <w:r w:rsidRPr="000A067A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 xml:space="preserve">» помогают неагрессивно настаивать на своем: я чувствую; я хочу; мне </w:t>
                  </w:r>
                  <w:r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не нравится; я могу; я согласен</w:t>
                  </w:r>
                </w:p>
                <w:p w:rsidR="000A067A" w:rsidRPr="000A067A" w:rsidRDefault="000A067A" w:rsidP="000A067A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</w:p>
                <w:p w:rsidR="000A067A" w:rsidRDefault="000A067A" w:rsidP="000A067A">
                  <w:pPr>
                    <w:pStyle w:val="20"/>
                    <w:numPr>
                      <w:ilvl w:val="0"/>
                      <w:numId w:val="8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Покажи свое уверенное, решительное поведение (поза, мимика, интонация, взгляды, жесты должны выражать твердость).</w:t>
                  </w:r>
                </w:p>
                <w:p w:rsidR="000A067A" w:rsidRPr="000A067A" w:rsidRDefault="000A067A" w:rsidP="000A067A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</w:p>
                <w:p w:rsidR="000A067A" w:rsidRDefault="000A067A" w:rsidP="000A067A">
                  <w:pPr>
                    <w:pStyle w:val="20"/>
                    <w:numPr>
                      <w:ilvl w:val="0"/>
                      <w:numId w:val="8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Старайся управлять своими эмоциями.</w:t>
                  </w:r>
                </w:p>
                <w:p w:rsidR="000A067A" w:rsidRDefault="000A067A" w:rsidP="000A067A">
                  <w:pPr>
                    <w:pStyle w:val="20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</w:p>
                <w:p w:rsidR="00BA7FB3" w:rsidRPr="000A067A" w:rsidRDefault="000A067A" w:rsidP="000A067A">
                  <w:pPr>
                    <w:pStyle w:val="20"/>
                    <w:numPr>
                      <w:ilvl w:val="0"/>
                      <w:numId w:val="8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  <w:lang w:val="ru-RU"/>
                    </w:rPr>
                    <w:t>Помни, что ты имеешь право выбирать и делать то, что лучше для тебя и право менять свое решение. А так же, умей просить об одолжении или настаивай на своих правах.</w:t>
                  </w:r>
                </w:p>
                <w:p w:rsidR="000A067A" w:rsidRDefault="000A067A" w:rsidP="000A067A">
                  <w:pPr>
                    <w:pStyle w:val="4"/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</w:pPr>
                </w:p>
                <w:p w:rsidR="000A067A" w:rsidRPr="000A067A" w:rsidRDefault="000A067A" w:rsidP="000A067A">
                  <w:pPr>
                    <w:pStyle w:val="4"/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</w:pPr>
                  <w:r>
                    <w:rPr>
                      <w:i/>
                      <w:color w:val="FF0000"/>
                      <w:sz w:val="22"/>
                      <w:szCs w:val="22"/>
                      <w:lang w:val="ru-RU"/>
                    </w:rPr>
                    <w:t>Почему уверенное поведение лучше агрессивного?</w:t>
                  </w:r>
                </w:p>
                <w:p w:rsidR="000A067A" w:rsidRPr="000A067A" w:rsidRDefault="000A067A" w:rsidP="000A067A">
                  <w:pPr>
                    <w:rPr>
                      <w:sz w:val="22"/>
                      <w:szCs w:val="22"/>
                      <w:lang w:val="ru-RU"/>
                    </w:rPr>
                  </w:pPr>
                  <w:r w:rsidRPr="000A067A">
                    <w:rPr>
                      <w:sz w:val="22"/>
                      <w:szCs w:val="22"/>
                      <w:lang w:val="ru-RU"/>
                    </w:rPr>
                    <w:t>Гнев, злость, раздражение, сопровождающие агрессию, разрушают нормальное общение с людьми. Все больше человек ощущает одиночество и теряет смысл жизни. Это ощущение бессмысленности своей жизни и «никому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Pr="000A067A">
                    <w:rPr>
                      <w:sz w:val="22"/>
                      <w:szCs w:val="22"/>
                      <w:lang w:val="ru-RU"/>
                    </w:rPr>
                    <w:t>ненужности» и есть расплата за привычку быть агрессивным.</w:t>
                  </w:r>
                </w:p>
                <w:p w:rsidR="000A067A" w:rsidRPr="000A067A" w:rsidRDefault="000A067A">
                  <w:pPr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252" o:spid="_x0000_s1517" type="#_x0000_t202" style="position:absolute;left:0;text-align:left;margin-left:559.75pt;margin-top:138.55pt;width:279.45pt;height:148.05pt;z-index:4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" filled="f" stroked="f" strokeweight="0" insetpen="t">
            <o:lock v:ext="edit" shapetype="t"/>
            <v:textbox inset="2.85pt,2.85pt,2.85pt,2.85pt">
              <w:txbxContent>
                <w:p w:rsidR="00504297" w:rsidRDefault="00595F81" w:rsidP="009D4721">
                  <w:pPr>
                    <w:pStyle w:val="2"/>
                    <w:jc w:val="center"/>
                    <w:rPr>
                      <w:lang w:val="ru-RU"/>
                    </w:rPr>
                  </w:pPr>
                  <w:r w:rsidRPr="00595F81">
                    <w:rPr>
                      <w:sz w:val="16"/>
                      <w:szCs w:val="16"/>
                      <w:lang w:val="ru-RU"/>
                    </w:rPr>
                    <w:pict>
                      <v:shapetype id="_x0000_t160" coordsize="21600,21600" o:spt="160" adj="2945" path="m0@0c7200@2,14400@2,21600@0m0@3c7200@4,14400@4,21600@3e">
                        <v:formulas>
                          <v:f eqn="val #0"/>
                          <v:f eqn="prod #0 1 3"/>
                          <v:f eqn="sum 0 0 @1"/>
                          <v:f eqn="sum 21600 0 #0"/>
                          <v:f eqn="sum 21600 0 @2"/>
                          <v:f eqn="prod #0 2 3"/>
                          <v:f eqn="sum 21600 0 @5"/>
                        </v:formulas>
                        <v:path textpathok="t" o:connecttype="rect"/>
                        <v:textpath on="t" fitshape="t" xscale="t"/>
                        <v:handles>
                          <v:h position="topLeft,#0" yrange="0,4629"/>
                        </v:handles>
                        <o:lock v:ext="edit" text="t" shapetype="t"/>
                      </v:shapetype>
                      <v:shape id="_x0000_i1028" type="#_x0000_t160" style="width:246.75pt;height:132.75pt" fillcolor="#548dd4">
                        <v:stroke r:id="rId9" o:title=""/>
                        <v:shadow color="#868686"/>
                        <v:textpath style="font-family:&quot;Times New Roman&quot;;v-text-kern:t" trim="t" fitpath="t" xscale="f" string="КАК  ПРОТИВОСТОЯТЬ &#10;АГРЕССИИ СО СТОРОНЫ&#10;ОКРУЖАЮЩИХ "/>
                      </v:shape>
                    </w:pict>
                  </w:r>
                </w:p>
                <w:p w:rsidR="00A537EB" w:rsidRPr="002430E3" w:rsidRDefault="00A537EB" w:rsidP="002430E3">
                  <w:pPr>
                    <w:spacing w:line="240" w:lineRule="auto"/>
                    <w:contextualSpacing/>
                    <w:jc w:val="right"/>
                    <w:rPr>
                      <w:rFonts w:ascii="Arial" w:hAnsi="Arial" w:cs="Arial"/>
                      <w:i/>
                      <w:color w:val="0070C0"/>
                      <w:sz w:val="32"/>
                      <w:szCs w:val="32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</w:p>
    <w:p w:rsidR="008026FE" w:rsidRPr="008026FE" w:rsidRDefault="00595F81" w:rsidP="008026FE">
      <w:r w:rsidRPr="00595F81">
        <w:rPr>
          <w:noProof/>
        </w:rPr>
        <w:pict>
          <v:group id="Group 264" o:spid="_x0000_s1525" style="position:absolute;left:0;text-align:left;margin-left:577.7pt;margin-top:101.1pt;width:168.5pt;height:6.5pt;z-index:8;mso-position-horizontal-relative:page;mso-position-vertical-relative:page" coordorigin="251460,201168" coordsize="2139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">
            <v:rect id="Rectangle 265" o:spid="_x0000_s1526" style="position:absolute;left:251460;top:201168;width:713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1xsQA&#10;AADbAAAADwAAAGRycy9kb3ducmV2LnhtbESPT2vCQBTE7wW/w/IK3nSjLVpSV1GhIvFkLKXHR/Z1&#10;E5p9G7KbP377bqHQ4zAzv2E2u9HWoqfWV44VLOYJCOLC6YqNgvfb2+wFhA/IGmvHpOBOHnbbycMG&#10;U+0GvlKfByMihH2KCsoQmlRKX5Rk0c9dQxy9L9daDFG2RuoWhwi3tVwmyUparDgulNjQsaTiO++s&#10;Aldnp8N6XOQm+/j0z7gyXXExSk0fx/0riEBj+A//tc9awfIJ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jdcbEAAAA2wAAAA8AAAAAAAAAAAAAAAAAmAIAAGRycy9k&#10;b3ducmV2LnhtbFBLBQYAAAAABAAEAPUAAACJ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266" o:spid="_x0000_s1527" style="position:absolute;left:258592;top:201168;width:713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IzsYA&#10;AADbAAAADwAAAGRycy9kb3ducmV2LnhtbESPQWvCQBSE7wX/w/IEL1I3FakSs5GiqKUgorXQ4zP7&#10;TILZtzG7avrvuwWhx2FmvmGSWWsqcaPGlZYVvAwiEMSZ1SXnCg6fy+cJCOeRNVaWScEPOZilnacE&#10;Y23vvKPb3uciQNjFqKDwvo6ldFlBBt3A1sTBO9nGoA+yyaVu8B7gppLDKHqVBksOCwXWNC8oO++v&#10;RkG22tTH9Xa+Hh8ui+rytfj+6JuRUr1u+zYF4an1/+FH+10rGI7g70v4A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mIzsYAAADbAAAADwAAAAAAAAAAAAAAAACYAgAAZHJz&#10;L2Rvd25yZXYueG1sUEsFBgAAAAAEAAQA9QAAAIs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267" o:spid="_x0000_s1528" style="position:absolute;left:265724;top:201168;width:7132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efv8QA&#10;AADbAAAADwAAAGRycy9kb3ducmV2LnhtbESPX2sCMRDE3wv9DmELvmlOUSmnUWxR8A8iVfF5e9nm&#10;Di+b4xL1/PZGEPo4zM5vdsbTxpbiSrUvHCvodhIQxJnTBRsFx8Oi/QnCB2SNpWNScCcP08n72xhT&#10;7W78Q9d9MCJC2KeoIA+hSqX0WU4WfcdVxNH7c7XFEGVtpK7xFuG2lL0kGUqLBceGHCv6zik77y82&#10;vtHfzE+ZWWzN127WvazovB78zpVqfTSzEYhATfg/fqWXWkFvAM8tEQB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3n7/EAAAA2wAAAA8AAAAAAAAAAAAAAAAAmAIAAGRycy9k&#10;b3ducmV2LnhtbFBLBQYAAAAABAAEAPUAAACJAwAAAAA=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</w:p>
    <w:p w:rsidR="008026FE" w:rsidRPr="008026FE" w:rsidRDefault="008026FE" w:rsidP="008026FE"/>
    <w:p w:rsidR="008026FE" w:rsidRDefault="008026FE"/>
    <w:p w:rsidR="00A537EB" w:rsidRPr="00504297" w:rsidRDefault="00595F81" w:rsidP="00504297">
      <w:pPr>
        <w:tabs>
          <w:tab w:val="left" w:pos="12621"/>
        </w:tabs>
        <w:rPr>
          <w:lang w:val="ru-RU"/>
        </w:rPr>
      </w:pPr>
      <w:r w:rsidRPr="00595F81">
        <w:rPr>
          <w:noProof/>
        </w:rPr>
        <w:pict>
          <v:shape id="Text Box 455" o:spid="_x0000_s1513" type="#_x0000_t202" style="position:absolute;left:0;text-align:left;margin-left:538.45pt;margin-top:286.6pt;width:273.35pt;height:165pt;z-index:1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" filled="f" stroked="f">
            <v:textbox style="mso-fit-shape-to-text:t">
              <w:txbxContent>
                <w:p w:rsidR="008026FE" w:rsidRPr="008026FE" w:rsidRDefault="00595F81" w:rsidP="00D44642">
                  <w:pPr>
                    <w:ind w:left="-851" w:firstLine="851"/>
                    <w:jc w:val="right"/>
                    <w:rPr>
                      <w:lang w:val="ru-RU"/>
                    </w:rPr>
                  </w:pPr>
                  <w:r w:rsidRPr="00595F81">
                    <w:rPr>
                      <w:noProof/>
                      <w:lang w:val="ru-RU" w:eastAsia="ru-RU"/>
                    </w:rPr>
                    <w:pict>
                      <v:shape id="_x0000_i1029" type="#_x0000_t75" style="width:197.25pt;height:147.75pt;visibility:visible;mso-wrap-style:square">
                        <v:imagedata r:id="rId10" o:title="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251" o:spid="_x0000_s1511" type="#_x0000_t202" style="position:absolute;left:0;text-align:left;margin-left:576.7pt;margin-top:476.45pt;width:168.5pt;height:90.5pt;z-index:3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" filled="f" stroked="f" strokeweight="0" insetpen="t">
            <o:lock v:ext="edit" shapetype="t"/>
            <v:textbox inset="2.85pt,2.85pt,2.85pt,2.85pt">
              <w:txbxContent>
                <w:p w:rsidR="00A537EB" w:rsidRPr="00FF0996" w:rsidRDefault="00A537EB" w:rsidP="00F9758D">
                  <w:pPr>
                    <w:pStyle w:val="21"/>
                    <w:jc w:val="right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="008026FE">
        <w:tab/>
      </w:r>
      <w:r w:rsidR="00A537EB" w:rsidRPr="008026FE">
        <w:br w:type="page"/>
      </w:r>
      <w:r>
        <w:rPr>
          <w:noProof/>
          <w:lang w:val="ru-RU" w:eastAsia="ru-RU"/>
        </w:rPr>
        <w:lastRenderedPageBreak/>
        <w:pict>
          <v:shape id="_x0000_s1533" type="#_x0000_t202" style="position:absolute;left:0;text-align:left;margin-left:114.35pt;margin-top:152.45pt;width:154.6pt;height:133.45pt;z-index:18;mso-position-horizontal-relative:page;mso-position-vertical-relative:page" filled="f" stroked="f">
            <v:textbox>
              <w:txbxContent>
                <w:p w:rsidR="00F57ADF" w:rsidRDefault="00F57ADF" w:rsidP="00F57ADF">
                  <w:pPr>
                    <w:spacing w:line="240" w:lineRule="auto"/>
                    <w:rPr>
                      <w:sz w:val="22"/>
                      <w:szCs w:val="22"/>
                      <w:lang w:val="ru-RU"/>
                    </w:rPr>
                  </w:pP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3"/>
                    </w:numPr>
                    <w:ind w:left="142" w:hanging="28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Люби и принимай себя таким, какой ты есть. Когда ты действительно любишь самого себя – жизнь прекрасна.</w:t>
                  </w: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3"/>
                    </w:numPr>
                    <w:ind w:left="142" w:hanging="28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Не твоя вина в том, что родители несправедливы и суровы к тебе.</w:t>
                  </w:r>
                </w:p>
                <w:p w:rsidR="00F57ADF" w:rsidRPr="00783AC1" w:rsidRDefault="00F57ADF" w:rsidP="00F57ADF">
                  <w:pPr>
                    <w:spacing w:line="240" w:lineRule="auto"/>
                    <w:rPr>
                      <w:sz w:val="22"/>
                      <w:szCs w:val="22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358" o:spid="_x0000_s1507" type="#_x0000_t202" style="position:absolute;left:0;text-align:left;margin-left:563.3pt;margin-top:140.45pt;width:256.5pt;height:431.05pt;z-index:15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" filled="f" stroked="f" strokeweight="0" insetpen="t">
            <o:lock v:ext="edit" shapetype="t"/>
            <v:textbox style="mso-next-textbox:#Text Box 358" inset="2.85pt,2.85pt,2.85pt,2.85pt">
              <w:txbxContent/>
            </v:textbox>
            <w10:wrap anchorx="page" anchory="page"/>
          </v:shape>
        </w:pict>
      </w:r>
      <w:r>
        <w:rPr>
          <w:noProof/>
          <w:lang w:val="ru-RU" w:eastAsia="ru-RU"/>
        </w:rPr>
        <w:pict>
          <v:group id="_x0000_s1538" style="position:absolute;left:0;text-align:left;margin-left:293.65pt;margin-top:547.25pt;width:247.05pt;height:10.75pt;flip:y;z-index:19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">
            <v:rect id="Rectangle 361" o:spid="_x0000_s1539" alt="Level bars" style="position:absolute;left:184343;top:201168;width:28285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El8EA&#10;AADbAAAADwAAAGRycy9kb3ducmV2LnhtbERPTWvCQBC9C/0PyxR6M5uUohKzShVaij0ZRTwO2XET&#10;mp0N2U1M/323UOhtHu9ziu1kWzFS7xvHCrIkBUFcOd2wUXA+vc1XIHxA1tg6JgXf5GG7eZgVmGt3&#10;5yONZTAihrDPUUEdQpdL6auaLPrEdcSRu7neYoiwN1L3eI/htpXPabqQFhuODTV2tK+p+ioHq8C1&#10;h/fdcspKc7hc/QsuzFB9GqWeHqfXNYhAU/gX/7k/dJyfwe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RhJfBAAAA2wAAAA8AAAAAAAAAAAAAAAAAmAIAAGRycy9kb3du&#10;cmV2LnhtbFBLBQYAAAAABAAEAPUAAACG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362" o:spid="_x0000_s1540" alt="Level bars" style="position:absolute;left:212628;top:201168;width:28285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/nMMA&#10;AADbAAAADwAAAGRycy9kb3ducmV2LnhtbERP22rCQBB9L/gPywi+FN1UpEp0FVGqUhDxBj6O2TEJ&#10;ZmdjdtX0791CoW9zONcZTWpTiAdVLres4KMTgSBOrM45VXDYf7UHIJxH1lhYJgU/5GAybryNMNb2&#10;yVt67HwqQgi7GBVk3pexlC7JyKDr2JI4cBdbGfQBVqnUFT5DuClkN4o+pcGcQ0OGJc0ySq67u1GQ&#10;LNblebmZLfuH27y4Heen73fTU6rVrKdDEJ5q/y/+c690mN+F31/CAX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B/nMMAAADbAAAADwAAAAAAAAAAAAAAAACYAgAAZHJzL2Rv&#10;d25yZXYueG1sUEsFBgAAAAAEAAQA9QAAAIg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363" o:spid="_x0000_s1541" alt="Level bars" style="position:absolute;left:240913;top:201168;width:28286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5o7cUA&#10;AADbAAAADwAAAGRycy9kb3ducmV2LnhtbESPW2sCMRCF34X+hzAF32rWW5GtUawoWKWIF3yebqbZ&#10;xc1k2UTd/nsjFHyb4ZzvzJnxtLGluFLtC8cKup0EBHHmdMFGwfGwfBuB8AFZY+mYFPyRh+nkpTXG&#10;VLsb7+i6D0bEEPYpKshDqFIpfZaTRd9xFXHUfl1tMcS1NlLXeIvhtpS9JHmXFguOF3KsaJ5Tdt5f&#10;bKwx2CxOmVl+m8/trHv5ovN6+LNQqv3azD5ABGrC0/xPr3Tk+vD4JQ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mjtxQAAANsAAAAPAAAAAAAAAAAAAAAAAJgCAABkcnMv&#10;ZG93bnJldi54bWxQSwUGAAAAAAQABAD1AAAAigMAAAAA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 w:rsidRPr="00595F81">
        <w:rPr>
          <w:noProof/>
        </w:rPr>
        <w:pict>
          <v:shape id="Text Box 355" o:spid="_x0000_s1505" type="#_x0000_t202" style="position:absolute;left:0;text-align:left;margin-left:26.15pt;margin-top:140.45pt;width:235.05pt;height:449.65pt;z-index:9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" filled="f" stroked="f" strokeweight="0" insetpen="t">
            <o:lock v:ext="edit" shapetype="t"/>
            <v:textbox inset="2.85pt,2.85pt,2.85pt,2.85pt">
              <w:txbxContent>
                <w:p w:rsidR="00F57ADF" w:rsidRPr="00C91F8F" w:rsidRDefault="00783AC1" w:rsidP="006728DD">
                  <w:pPr>
                    <w:pStyle w:val="a4"/>
                    <w:contextualSpacing/>
                    <w:rPr>
                      <w:rFonts w:ascii="Arial" w:hAnsi="Arial" w:cs="Arial"/>
                      <w:b/>
                      <w:i/>
                      <w:color w:val="FF0000"/>
                      <w:sz w:val="24"/>
                      <w:szCs w:val="24"/>
                    </w:rPr>
                  </w:pPr>
                  <w:r w:rsidRPr="00C91F8F">
                    <w:rPr>
                      <w:rFonts w:ascii="Arial" w:hAnsi="Arial" w:cs="Arial"/>
                      <w:b/>
                      <w:i/>
                      <w:color w:val="FF0000"/>
                      <w:sz w:val="24"/>
                      <w:szCs w:val="24"/>
                    </w:rPr>
                    <w:t xml:space="preserve">Как противостоять агрессии в семье? </w:t>
                  </w:r>
                </w:p>
                <w:p w:rsidR="00783AC1" w:rsidRDefault="00595F81" w:rsidP="00783AC1">
                  <w:pPr>
                    <w:pStyle w:val="a4"/>
                    <w:contextualSpacing/>
                    <w:jc w:val="both"/>
                  </w:pPr>
                  <w:r w:rsidRPr="00595F81">
                    <w:pict>
                      <v:shape id="_x0000_i1030" type="#_x0000_t75" style="width:86.25pt;height:95.25pt">
                        <v:imagedata r:id="rId11" o:title=""/>
                      </v:shape>
                    </w:pict>
                  </w:r>
                </w:p>
                <w:p w:rsidR="00783AC1" w:rsidRDefault="00783AC1" w:rsidP="00783AC1">
                  <w:pPr>
                    <w:pStyle w:val="a4"/>
                    <w:contextualSpacing/>
                    <w:jc w:val="both"/>
                  </w:pP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Затаенная обида, злоба, критика других и себя, чувство вины – самые вредные для здоровья эмоции.</w:t>
                  </w: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Ты не одинок – есть много ребят, которые испытывают незаслуженные оскорбления родителей, поэтому найди человека, которому можешь доверять и делиться своими переживаниями (это может быть друг, родственник, психолог, учитель и т.д.)</w:t>
                  </w: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Старайся безопасно разряжать накопившиеся обиду и злобу (советы см. далее).</w:t>
                  </w: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 xml:space="preserve">Не бойся заявлять о своих правах в семье (но помни о том, что прав должно быть ровно столько, сколько обязанностей). </w:t>
                  </w: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Ты имеешь право на автономию и неприкосновенность.</w:t>
                  </w: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Старайся жить настоящим, позитивно смотреть в будущее, простить в прошлом всех без исключения.</w:t>
                  </w:r>
                </w:p>
                <w:p w:rsidR="00A537EB" w:rsidRPr="003A1A56" w:rsidRDefault="00A537EB" w:rsidP="006728DD">
                  <w:pPr>
                    <w:pStyle w:val="a6"/>
                    <w:jc w:val="right"/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group id="Group 360" o:spid="_x0000_s1501" style="position:absolute;left:0;text-align:left;margin-left:51.1pt;margin-top:124.8pt;width:674.1pt;height:10.75pt;flip:y;z-index:16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">
            <v:rect id="Rectangle 361" o:spid="_x0000_s1502" alt="Level bars" style="position:absolute;left:184343;top:201168;width:28285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El8EA&#10;AADbAAAADwAAAGRycy9kb3ducmV2LnhtbERPTWvCQBC9C/0PyxR6M5uUohKzShVaij0ZRTwO2XET&#10;mp0N2U1M/323UOhtHu9ziu1kWzFS7xvHCrIkBUFcOd2wUXA+vc1XIHxA1tg6JgXf5GG7eZgVmGt3&#10;5yONZTAihrDPUUEdQpdL6auaLPrEdcSRu7neYoiwN1L3eI/htpXPabqQFhuODTV2tK+p+ioHq8C1&#10;h/fdcspKc7hc/QsuzFB9GqWeHqfXNYhAU/gX/7k/dJyfwe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RhJfBAAAA2wAAAA8AAAAAAAAAAAAAAAAAmAIAAGRycy9kb3du&#10;cmV2LnhtbFBLBQYAAAAABAAEAPUAAACGAwAAAAA=&#10;" fillcolor="#fc0" stroked="f" strokeweight="0" insetpen="t">
              <v:shadow color="#ccc"/>
              <o:lock v:ext="edit" shapetype="t"/>
              <v:textbox inset="2.88pt,2.88pt,2.88pt,2.88pt"/>
            </v:rect>
            <v:rect id="Rectangle 362" o:spid="_x0000_s1503" alt="Level bars" style="position:absolute;left:212628;top:201168;width:28285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/nMMA&#10;AADbAAAADwAAAGRycy9kb3ducmV2LnhtbERP22rCQBB9L/gPywi+FN1UpEp0FVGqUhDxBj6O2TEJ&#10;ZmdjdtX0791CoW9zONcZTWpTiAdVLres4KMTgSBOrM45VXDYf7UHIJxH1lhYJgU/5GAybryNMNb2&#10;yVt67HwqQgi7GBVk3pexlC7JyKDr2JI4cBdbGfQBVqnUFT5DuClkN4o+pcGcQ0OGJc0ySq67u1GQ&#10;LNblebmZLfuH27y4Heen73fTU6rVrKdDEJ5q/y/+c690mN+F31/CAX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B/nMMAAADbAAAADwAAAAAAAAAAAAAAAACYAgAAZHJzL2Rv&#10;d25yZXYueG1sUEsFBgAAAAAEAAQA9QAAAIgDAAAAAA==&#10;" fillcolor="#f90" stroked="f" strokeweight="0" insetpen="t">
              <v:shadow color="#ccc"/>
              <o:lock v:ext="edit" shapetype="t"/>
              <v:textbox inset="2.88pt,2.88pt,2.88pt,2.88pt"/>
            </v:rect>
            <v:rect id="Rectangle 363" o:spid="_x0000_s1504" alt="Level bars" style="position:absolute;left:240913;top:201168;width:28286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5o7cUA&#10;AADbAAAADwAAAGRycy9kb3ducmV2LnhtbESPW2sCMRCF34X+hzAF32rWW5GtUawoWKWIF3yebqbZ&#10;xc1k2UTd/nsjFHyb4ZzvzJnxtLGluFLtC8cKup0EBHHmdMFGwfGwfBuB8AFZY+mYFPyRh+nkpTXG&#10;VLsb7+i6D0bEEPYpKshDqFIpfZaTRd9xFXHUfl1tMcS1NlLXeIvhtpS9JHmXFguOF3KsaJ5Tdt5f&#10;bKwx2CxOmVl+m8/trHv5ovN6+LNQqv3azD5ABGrC0/xPr3Tk+vD4JQ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mjtxQAAANsAAAAPAAAAAAAAAAAAAAAAAJgCAABkcnMv&#10;ZG93bnJldi54bWxQSwUGAAAAAAQABAD1AAAAigMAAAAA&#10;" fillcolor="#669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 w:rsidRPr="00595F81">
        <w:rPr>
          <w:noProof/>
        </w:rPr>
        <w:pict>
          <v:shape id="Text Box 357" o:spid="_x0000_s1506" type="#_x0000_t202" style="position:absolute;left:0;text-align:left;margin-left:280.25pt;margin-top:140.45pt;width:260.45pt;height:436.45pt;z-index:13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" filled="f" stroked="f" strokeweight="0" insetpen="t">
            <o:lock v:ext="edit" shapetype="t"/>
            <v:textbox style="mso-next-textbox:#Text Box 358" inset="2.85pt,2.85pt,2.85pt,2.85pt">
              <w:txbxContent>
                <w:p w:rsid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Откажись от желания отомстить. Ведь мстители не находят радости в мщении, даже в справедливой мести много горести и печали.</w:t>
                  </w:r>
                </w:p>
                <w:p w:rsidR="00783AC1" w:rsidRDefault="00783AC1" w:rsidP="00783AC1">
                  <w:pPr>
                    <w:pStyle w:val="a4"/>
                    <w:ind w:left="426"/>
                    <w:contextualSpacing/>
                    <w:jc w:val="both"/>
                    <w:rPr>
                      <w:rFonts w:ascii="Times New Roman" w:hAnsi="Times New Roman"/>
                    </w:rPr>
                  </w:pPr>
                </w:p>
                <w:p w:rsidR="00783AC1" w:rsidRDefault="00783AC1" w:rsidP="00783AC1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Переходи в общении с родителями на «</w:t>
                  </w:r>
                  <w:proofErr w:type="gramStart"/>
                  <w:r w:rsidRPr="00783AC1">
                    <w:rPr>
                      <w:rFonts w:ascii="Times New Roman" w:hAnsi="Times New Roman"/>
                    </w:rPr>
                    <w:t>Я-сообщение</w:t>
                  </w:r>
                  <w:proofErr w:type="gramEnd"/>
                  <w:r w:rsidRPr="00783AC1">
                    <w:rPr>
                      <w:rFonts w:ascii="Times New Roman" w:hAnsi="Times New Roman"/>
                    </w:rPr>
                    <w:t xml:space="preserve">» по схеме: </w:t>
                  </w:r>
                </w:p>
                <w:p w:rsidR="00783AC1" w:rsidRDefault="00783AC1" w:rsidP="00783AC1">
                  <w:pPr>
                    <w:pStyle w:val="a4"/>
                    <w:numPr>
                      <w:ilvl w:val="0"/>
                      <w:numId w:val="5"/>
                    </w:numPr>
                    <w:ind w:left="426" w:hanging="28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событие – «когда…» 2) реакция – «я чувствую…» 3) исход – «к чему приводит…» 4)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783AC1">
                    <w:rPr>
                      <w:rFonts w:ascii="Times New Roman" w:hAnsi="Times New Roman"/>
                    </w:rPr>
                    <w:t xml:space="preserve">желаемое – «мне хотелось бы…», всегда проговаривай свои </w:t>
                  </w:r>
                  <w:proofErr w:type="gramStart"/>
                  <w:r w:rsidRPr="00783AC1">
                    <w:rPr>
                      <w:rFonts w:ascii="Times New Roman" w:hAnsi="Times New Roman"/>
                    </w:rPr>
                    <w:t>чувства</w:t>
                  </w:r>
                  <w:proofErr w:type="gramEnd"/>
                  <w:r w:rsidRPr="00783AC1">
                    <w:rPr>
                      <w:rFonts w:ascii="Times New Roman" w:hAnsi="Times New Roman"/>
                    </w:rPr>
                    <w:t xml:space="preserve"> какими бы они не были</w:t>
                  </w:r>
                </w:p>
                <w:p w:rsidR="00783AC1" w:rsidRPr="00783AC1" w:rsidRDefault="00783AC1" w:rsidP="00783AC1">
                  <w:pPr>
                    <w:pStyle w:val="a4"/>
                    <w:contextualSpacing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783AC1">
                    <w:rPr>
                      <w:rFonts w:ascii="Times New Roman" w:hAnsi="Times New Roman"/>
                    </w:rPr>
                    <w:t>(например:</w:t>
                  </w:r>
                  <w:proofErr w:type="gramEnd"/>
                  <w:r w:rsidRPr="00783AC1">
                    <w:rPr>
                      <w:rFonts w:ascii="Times New Roman" w:hAnsi="Times New Roman"/>
                    </w:rPr>
                    <w:t xml:space="preserve"> «Мама, когда ты приходишь с работы усталая и начинаешь кричать на меня, я начинаю сердиться и не слушаю тебя. Я хотел бы, что бы мы понимали друг друга</w:t>
                  </w:r>
                  <w:proofErr w:type="gramStart"/>
                  <w:r w:rsidRPr="00783AC1">
                    <w:rPr>
                      <w:rFonts w:ascii="Times New Roman" w:hAnsi="Times New Roman"/>
                    </w:rPr>
                    <w:t xml:space="preserve">.» </w:t>
                  </w:r>
                  <w:proofErr w:type="gramEnd"/>
                  <w:r w:rsidRPr="00783AC1">
                    <w:rPr>
                      <w:rFonts w:ascii="Times New Roman" w:hAnsi="Times New Roman"/>
                    </w:rPr>
                    <w:t xml:space="preserve">или «Когда ты набрасываешься на меня с кулаками, я боюсь тебя и убегаю из дома. </w:t>
                  </w:r>
                  <w:proofErr w:type="gramStart"/>
                  <w:r w:rsidRPr="00783AC1">
                    <w:rPr>
                      <w:rFonts w:ascii="Times New Roman" w:hAnsi="Times New Roman"/>
                    </w:rPr>
                    <w:t>Я мечтаю о том, что бы меня никогда не били»).</w:t>
                  </w:r>
                  <w:proofErr w:type="gramEnd"/>
                </w:p>
                <w:p w:rsidR="00783AC1" w:rsidRPr="00783AC1" w:rsidRDefault="00783AC1" w:rsidP="00783AC1">
                  <w:pPr>
                    <w:pStyle w:val="a4"/>
                    <w:contextualSpacing/>
                    <w:jc w:val="both"/>
                    <w:rPr>
                      <w:rFonts w:ascii="Times New Roman" w:hAnsi="Times New Roman"/>
                    </w:rPr>
                  </w:pPr>
                </w:p>
                <w:p w:rsidR="00783AC1" w:rsidRDefault="00783AC1" w:rsidP="00783AC1">
                  <w:pPr>
                    <w:pStyle w:val="a4"/>
                    <w:numPr>
                      <w:ilvl w:val="0"/>
                      <w:numId w:val="6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Демонстрируй родителям уверенное поведение, спокойно давай отпор несправедливой критике, сопротивляйся манипуляциям, умей твердо сказать «нет» в ситуациях, когда родитель перекладывает свою ответственность и обязанности на тебя.</w:t>
                  </w:r>
                </w:p>
                <w:p w:rsidR="00783AC1" w:rsidRDefault="00783AC1" w:rsidP="00783AC1">
                  <w:pPr>
                    <w:pStyle w:val="a4"/>
                    <w:ind w:left="426"/>
                    <w:contextualSpacing/>
                    <w:jc w:val="both"/>
                    <w:rPr>
                      <w:rFonts w:ascii="Times New Roman" w:hAnsi="Times New Roman"/>
                    </w:rPr>
                  </w:pPr>
                </w:p>
                <w:p w:rsidR="00783AC1" w:rsidRPr="00783AC1" w:rsidRDefault="00783AC1" w:rsidP="00783AC1">
                  <w:pPr>
                    <w:pStyle w:val="a4"/>
                    <w:numPr>
                      <w:ilvl w:val="0"/>
                      <w:numId w:val="6"/>
                    </w:numPr>
                    <w:ind w:left="426" w:hanging="426"/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83AC1">
                    <w:rPr>
                      <w:rFonts w:ascii="Times New Roman" w:hAnsi="Times New Roman"/>
                    </w:rPr>
                    <w:t>В случаи жестокого обращения родителей, обязательно обратись за помощью к специалистам (например: телефон доверия).</w:t>
                  </w:r>
                </w:p>
                <w:p w:rsidR="00F57ADF" w:rsidRPr="00783AC1" w:rsidRDefault="00F57ADF" w:rsidP="0005351B">
                  <w:pPr>
                    <w:pStyle w:val="2"/>
                    <w:jc w:val="both"/>
                    <w:rPr>
                      <w:color w:val="C00000"/>
                      <w:sz w:val="22"/>
                      <w:szCs w:val="22"/>
                      <w:lang w:val="ru-RU"/>
                    </w:rPr>
                  </w:pPr>
                </w:p>
                <w:p w:rsidR="00783AC1" w:rsidRDefault="00783AC1" w:rsidP="00783AC1">
                  <w:pPr>
                    <w:rPr>
                      <w:lang w:val="ru-RU"/>
                    </w:rPr>
                  </w:pPr>
                </w:p>
                <w:p w:rsidR="00783AC1" w:rsidRDefault="00783AC1" w:rsidP="00783AC1">
                  <w:pPr>
                    <w:rPr>
                      <w:lang w:val="ru-RU"/>
                    </w:rPr>
                  </w:pPr>
                </w:p>
                <w:p w:rsidR="00783AC1" w:rsidRPr="00C91F8F" w:rsidRDefault="00783AC1" w:rsidP="00783AC1">
                  <w:pPr>
                    <w:pStyle w:val="a4"/>
                    <w:contextualSpacing/>
                    <w:rPr>
                      <w:rFonts w:ascii="Arial" w:hAnsi="Arial" w:cs="Arial"/>
                      <w:b/>
                      <w:i/>
                      <w:color w:val="FF0000"/>
                      <w:sz w:val="24"/>
                      <w:szCs w:val="24"/>
                    </w:rPr>
                  </w:pPr>
                  <w:r w:rsidRPr="00C91F8F">
                    <w:rPr>
                      <w:rFonts w:ascii="Arial" w:hAnsi="Arial" w:cs="Arial"/>
                      <w:b/>
                      <w:i/>
                      <w:color w:val="FF0000"/>
                      <w:sz w:val="24"/>
                      <w:szCs w:val="24"/>
                    </w:rPr>
                    <w:t xml:space="preserve">Как противостоять агрессии сверстников-подростков? </w:t>
                  </w:r>
                </w:p>
                <w:p w:rsidR="00783AC1" w:rsidRDefault="00783AC1" w:rsidP="00783AC1">
                  <w:pPr>
                    <w:pStyle w:val="a6"/>
                    <w:spacing w:line="240" w:lineRule="auto"/>
                    <w:contextualSpacing/>
                    <w:rPr>
                      <w:sz w:val="20"/>
                      <w:szCs w:val="20"/>
                      <w:lang w:val="ru-RU"/>
                    </w:rPr>
                  </w:pPr>
                </w:p>
                <w:p w:rsidR="00783AC1" w:rsidRDefault="00783AC1" w:rsidP="00783AC1">
                  <w:pPr>
                    <w:pStyle w:val="a6"/>
                    <w:numPr>
                      <w:ilvl w:val="0"/>
                      <w:numId w:val="7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lang w:val="ru-RU"/>
                    </w:rPr>
                  </w:pPr>
                  <w:r w:rsidRPr="00783AC1">
                    <w:rPr>
                      <w:lang w:val="ru-RU"/>
                    </w:rPr>
                    <w:t>Не подыгрывай агрессору, не демонстрируй роль «жертвы». Задай себе вопрос: «Почему ко мне относятся агрессивно? Чем я провоцирую своих обидчиков? В чем моя слабость?».</w:t>
                  </w:r>
                </w:p>
                <w:p w:rsidR="00783AC1" w:rsidRDefault="00783AC1" w:rsidP="00783AC1">
                  <w:pPr>
                    <w:pStyle w:val="a6"/>
                    <w:numPr>
                      <w:ilvl w:val="0"/>
                      <w:numId w:val="7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lang w:val="ru-RU"/>
                    </w:rPr>
                  </w:pPr>
                  <w:r w:rsidRPr="00783AC1">
                    <w:rPr>
                      <w:lang w:val="ru-RU"/>
                    </w:rPr>
                    <w:t xml:space="preserve">Избегай компаний сверстников, где </w:t>
                  </w:r>
                  <w:proofErr w:type="gramStart"/>
                  <w:r w:rsidRPr="00783AC1">
                    <w:rPr>
                      <w:lang w:val="ru-RU"/>
                    </w:rPr>
                    <w:t>открыто</w:t>
                  </w:r>
                  <w:proofErr w:type="gramEnd"/>
                  <w:r w:rsidRPr="00783AC1">
                    <w:rPr>
                      <w:lang w:val="ru-RU"/>
                    </w:rPr>
                    <w:t xml:space="preserve"> проявляют агрессивное поведение.</w:t>
                  </w:r>
                </w:p>
                <w:p w:rsidR="00783AC1" w:rsidRDefault="00783AC1" w:rsidP="00783AC1">
                  <w:pPr>
                    <w:pStyle w:val="a6"/>
                    <w:numPr>
                      <w:ilvl w:val="0"/>
                      <w:numId w:val="7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lang w:val="ru-RU"/>
                    </w:rPr>
                  </w:pPr>
                  <w:proofErr w:type="gramStart"/>
                  <w:r w:rsidRPr="00783AC1">
                    <w:rPr>
                      <w:lang w:val="ru-RU"/>
                    </w:rPr>
                    <w:t>Научись говорить твердое «нет», неагрессивно отстаивай свое мнение, показывай уважение к себе («Ты не заставишь меня быть жестоким.</w:t>
                  </w:r>
                  <w:proofErr w:type="gramEnd"/>
                  <w:r w:rsidRPr="00783AC1">
                    <w:rPr>
                      <w:lang w:val="ru-RU"/>
                    </w:rPr>
                    <w:t xml:space="preserve"> </w:t>
                  </w:r>
                  <w:proofErr w:type="gramStart"/>
                  <w:r w:rsidRPr="00783AC1">
                    <w:rPr>
                      <w:lang w:val="ru-RU"/>
                    </w:rPr>
                    <w:t>Я сам решаю, как я поступаю».)</w:t>
                  </w:r>
                  <w:proofErr w:type="gramEnd"/>
                </w:p>
                <w:p w:rsidR="00783AC1" w:rsidRDefault="00783AC1" w:rsidP="00783AC1">
                  <w:pPr>
                    <w:pStyle w:val="a6"/>
                    <w:numPr>
                      <w:ilvl w:val="0"/>
                      <w:numId w:val="7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lang w:val="ru-RU"/>
                    </w:rPr>
                  </w:pPr>
                  <w:r w:rsidRPr="00783AC1">
                    <w:rPr>
                      <w:lang w:val="ru-RU"/>
                    </w:rPr>
                    <w:t>В конфликтных ситуациях постарайся поменяться местами и начни сам давить на противника («Почему ты на меня давишь?»).</w:t>
                  </w:r>
                </w:p>
                <w:p w:rsidR="000A067A" w:rsidRDefault="00783AC1" w:rsidP="000A067A">
                  <w:pPr>
                    <w:pStyle w:val="a6"/>
                    <w:numPr>
                      <w:ilvl w:val="0"/>
                      <w:numId w:val="7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lang w:val="ru-RU"/>
                    </w:rPr>
                  </w:pPr>
                  <w:r w:rsidRPr="00783AC1">
                    <w:rPr>
                      <w:lang w:val="ru-RU"/>
                    </w:rPr>
                    <w:t>Откажись продолжать разговор, если видишь, что сверстник начинает задевать тебя («Я не хочу сейчас с тобой общаться»).</w:t>
                  </w:r>
                </w:p>
                <w:p w:rsidR="00565830" w:rsidRPr="000A067A" w:rsidRDefault="00783AC1" w:rsidP="000A067A">
                  <w:pPr>
                    <w:pStyle w:val="a6"/>
                    <w:numPr>
                      <w:ilvl w:val="0"/>
                      <w:numId w:val="7"/>
                    </w:numPr>
                    <w:spacing w:line="240" w:lineRule="auto"/>
                    <w:ind w:left="284" w:hanging="284"/>
                    <w:contextualSpacing/>
                    <w:jc w:val="both"/>
                    <w:rPr>
                      <w:lang w:val="ru-RU"/>
                    </w:rPr>
                  </w:pPr>
                  <w:r w:rsidRPr="000A067A">
                    <w:rPr>
                      <w:lang w:val="ru-RU"/>
                    </w:rPr>
                    <w:t xml:space="preserve">Если ребята тебя дразнят, то сделай вид, что тебе все равно (непроницаемость), игнорируй обидные слова (например: представь, что ты превратился в «кирпичную стену», а </w:t>
                  </w:r>
                  <w:proofErr w:type="spellStart"/>
                  <w:r w:rsidRPr="000A067A">
                    <w:rPr>
                      <w:lang w:val="ru-RU"/>
                    </w:rPr>
                    <w:t>слова-обзывалки</w:t>
                  </w:r>
                  <w:proofErr w:type="spellEnd"/>
                  <w:r w:rsidRPr="000A067A">
                    <w:rPr>
                      <w:lang w:val="ru-RU"/>
                    </w:rPr>
                    <w:t xml:space="preserve"> – это маленькие горошинки, которые, ударяясь о стену, рассыпаются в разные стороны и не причиняют никакого тебе вреда),  либо попробуй ответить своим обидчикам абсурдным комплиментом типа: «Мне так приятно, что вы обратили на меня внимание, что я интересен вам. Как здорово, что я вам нравлюсь. Вы так меня любите, постоянно думаете только обо мне» - при этом важно оставаться спокойным, невозмутимым, улыбающимся, т.е</w:t>
                  </w:r>
                  <w:r w:rsidR="000A067A">
                    <w:rPr>
                      <w:lang w:val="ru-RU"/>
                    </w:rPr>
                    <w:t>.</w:t>
                  </w:r>
                  <w:r w:rsidRPr="000A067A">
                    <w:rPr>
                      <w:lang w:val="ru-RU"/>
                    </w:rPr>
                    <w:t xml:space="preserve"> обескуражить противников.</w:t>
                  </w:r>
                </w:p>
                <w:p w:rsidR="0005351B" w:rsidRPr="00EA23B9" w:rsidRDefault="0005351B">
                  <w:pPr>
                    <w:rPr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356" o:spid="_x0000_s1500" type="#_x0000_t202" style="position:absolute;left:0;text-align:left;margin-left:51.1pt;margin-top:11.45pt;width:769.1pt;height:107.45pt;z-index:10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" filled="f" stroked="f" strokeweight="0" insetpen="t">
            <o:lock v:ext="edit" shapetype="t"/>
            <v:textbox inset="2.85pt,2.85pt,2.85pt,2.85pt">
              <w:txbxContent>
                <w:p w:rsidR="00565830" w:rsidRPr="00565830" w:rsidRDefault="00565830" w:rsidP="00565830">
                  <w:pPr>
                    <w:pStyle w:val="4"/>
                    <w:jc w:val="both"/>
                    <w:rPr>
                      <w:rFonts w:ascii="Times New Roman" w:hAnsi="Times New Roman" w:cs="Times New Roman"/>
                      <w:b w:val="0"/>
                      <w:i/>
                      <w:sz w:val="22"/>
                      <w:szCs w:val="22"/>
                      <w:lang w:val="ru-RU"/>
                    </w:rPr>
                  </w:pPr>
                  <w:r w:rsidRPr="00565830">
                    <w:rPr>
                      <w:rFonts w:ascii="Times New Roman" w:hAnsi="Times New Roman" w:cs="Times New Roman"/>
                      <w:b w:val="0"/>
                      <w:i/>
                      <w:sz w:val="22"/>
                      <w:szCs w:val="22"/>
                      <w:lang w:val="ru-RU"/>
                    </w:rPr>
                    <w:t xml:space="preserve">Что такое агрессивность? Агрессивность – это склонность человека к систематическому проявлению агрессии. Агрессия – это способность к причинению другим морального или физического вреда. Агрессия свойственна всем нам, однако можно говорить о «доброкачественной» и «злокачественной» агрессии. Различие этих форм заключается в намерениях, предшествующих агрессивности. Только в «злокачественной» агрессии есть сознательный злой умысел нанести кому-то вред, причинить боль, заставить страдать. </w:t>
                  </w:r>
                  <w:proofErr w:type="gramStart"/>
                  <w:r w:rsidRPr="00565830">
                    <w:rPr>
                      <w:rFonts w:ascii="Times New Roman" w:hAnsi="Times New Roman" w:cs="Times New Roman"/>
                      <w:b w:val="0"/>
                      <w:i/>
                      <w:sz w:val="22"/>
                      <w:szCs w:val="22"/>
                      <w:lang w:val="ru-RU"/>
                    </w:rPr>
                    <w:t>Нередко в среде подростков (11-14 лет) распространено агрессивное поведение, которое сопровождается определенными агрессивными состояниями (гнев, враждебность, ненависть и т.д.) и действиями (избиения, издевательства, драки, оскорбления).</w:t>
                  </w:r>
                  <w:proofErr w:type="gramEnd"/>
                  <w:r w:rsidRPr="00565830">
                    <w:rPr>
                      <w:rFonts w:ascii="Times New Roman" w:hAnsi="Times New Roman" w:cs="Times New Roman"/>
                      <w:b w:val="0"/>
                      <w:i/>
                      <w:sz w:val="22"/>
                      <w:szCs w:val="22"/>
                      <w:lang w:val="ru-RU"/>
                    </w:rPr>
                    <w:t xml:space="preserve">  Так в неформальных подростковых компаниях по отношению к слабым или младшим ребятам («шестерки», «отверженные», «жертвы») сверстники применяют силу и насилие: оскорбляют, унижают, портят вещи, бьют, делают порезы или ожоги, заставляют воровать и хулиганить и т.д. Часто лидеры в таких группах используют агрессивные действия, чтобы закрепить свое первенство и власть над другими ребятами.</w:t>
                  </w:r>
                </w:p>
                <w:p w:rsidR="00565830" w:rsidRPr="00565830" w:rsidRDefault="00565830" w:rsidP="00565830">
                  <w:pPr>
                    <w:pStyle w:val="4"/>
                    <w:rPr>
                      <w:b w:val="0"/>
                      <w:i/>
                      <w:sz w:val="22"/>
                      <w:szCs w:val="22"/>
                      <w:lang w:val="ru-RU"/>
                    </w:rPr>
                  </w:pPr>
                  <w:r w:rsidRPr="00565830">
                    <w:rPr>
                      <w:b w:val="0"/>
                      <w:i/>
                      <w:sz w:val="22"/>
                      <w:szCs w:val="22"/>
                      <w:lang w:val="ru-RU"/>
                    </w:rPr>
                    <w:t>В некоторых семьях сами родители проявляют агрессию к детям и подросткам: применяют суровые наказания при их непослушании и проступках, кричат, шантажируют, вызывают страх.</w:t>
                  </w:r>
                </w:p>
                <w:p w:rsidR="00CC2E1E" w:rsidRPr="006728DD" w:rsidRDefault="00565830" w:rsidP="00565830">
                  <w:pPr>
                    <w:pStyle w:val="4"/>
                    <w:jc w:val="both"/>
                    <w:rPr>
                      <w:b w:val="0"/>
                      <w:i/>
                      <w:sz w:val="22"/>
                      <w:szCs w:val="22"/>
                      <w:lang w:val="ru-RU"/>
                    </w:rPr>
                  </w:pPr>
                  <w:r w:rsidRPr="00565830">
                    <w:rPr>
                      <w:b w:val="0"/>
                      <w:i/>
                      <w:sz w:val="22"/>
                      <w:szCs w:val="22"/>
                      <w:lang w:val="ru-RU"/>
                    </w:rPr>
                    <w:t>Подростки, постоянно испытывающие агрессию со стороны, чувствуют себя несчастными, непопулярными. Гнев, который возникает у этих подростков, вызывает депрессии, ненависть к себе и окружающим, желание мстить. Получается «замкнутый круг»: агрессивные действия со стороны окружающих вызывают у подростка агрессивное состояние и толкают его на агрессивное поведение.</w:t>
                  </w:r>
                </w:p>
              </w:txbxContent>
            </v:textbox>
            <w10:wrap anchorx="page" anchory="page"/>
          </v:shape>
        </w:pict>
      </w:r>
      <w:r w:rsidRPr="00595F81">
        <w:rPr>
          <w:noProof/>
        </w:rPr>
        <w:pict>
          <v:shape id="Text Box 453" o:spid="_x0000_s1499" type="#_x0000_t202" style="position:absolute;left:0;text-align:left;margin-left:312.75pt;margin-top:382.5pt;width:156.9pt;height:95.45pt;z-index:14;visibility:visible;mso-wrap-style:non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" filled="f" stroked="f">
            <v:textbox style="mso-fit-shape-to-text:t">
              <w:txbxContent>
                <w:p w:rsidR="00A537EB" w:rsidRDefault="00A537EB"/>
              </w:txbxContent>
            </v:textbox>
            <w10:wrap anchorx="page" anchory="page"/>
          </v:shape>
        </w:pict>
      </w:r>
    </w:p>
    <w:sectPr w:rsidR="00A537EB" w:rsidRPr="00504297" w:rsidSect="00F9758D">
      <w:pgSz w:w="16839" w:h="11907" w:orient="landscape"/>
      <w:pgMar w:top="426" w:right="878" w:bottom="864" w:left="87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1066E"/>
    <w:multiLevelType w:val="hybridMultilevel"/>
    <w:tmpl w:val="9C96C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90CB9"/>
    <w:multiLevelType w:val="hybridMultilevel"/>
    <w:tmpl w:val="AA52B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40604"/>
    <w:multiLevelType w:val="hybridMultilevel"/>
    <w:tmpl w:val="D5780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D20CC"/>
    <w:multiLevelType w:val="hybridMultilevel"/>
    <w:tmpl w:val="EAAC7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C6D6F"/>
    <w:multiLevelType w:val="hybridMultilevel"/>
    <w:tmpl w:val="2424F2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6930"/>
    <w:multiLevelType w:val="hybridMultilevel"/>
    <w:tmpl w:val="5F0CD7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03838"/>
    <w:multiLevelType w:val="hybridMultilevel"/>
    <w:tmpl w:val="F244B7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24722"/>
    <w:multiLevelType w:val="hybridMultilevel"/>
    <w:tmpl w:val="77D6C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9E5464"/>
    <w:multiLevelType w:val="hybridMultilevel"/>
    <w:tmpl w:val="9E7465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516465"/>
    <w:multiLevelType w:val="hybridMultilevel"/>
    <w:tmpl w:val="69D23E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attachedTemplate r:id="rId1"/>
  <w:stylePaneFormatFilter w:val="3F01"/>
  <w:doNotTrackMoves/>
  <w:defaultTabStop w:val="720"/>
  <w:drawingGridHorizontalSpacing w:val="43"/>
  <w:drawingGridVerticalSpacing w:val="106"/>
  <w:displayHorizontalDrawingGridEvery w:val="0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6FE"/>
    <w:rsid w:val="0005351B"/>
    <w:rsid w:val="000A067A"/>
    <w:rsid w:val="000C177B"/>
    <w:rsid w:val="001B7F4C"/>
    <w:rsid w:val="00202F32"/>
    <w:rsid w:val="002430E3"/>
    <w:rsid w:val="00243B76"/>
    <w:rsid w:val="003062DF"/>
    <w:rsid w:val="003A1A56"/>
    <w:rsid w:val="0044383A"/>
    <w:rsid w:val="00470A2D"/>
    <w:rsid w:val="004F662B"/>
    <w:rsid w:val="00504297"/>
    <w:rsid w:val="00507283"/>
    <w:rsid w:val="00565830"/>
    <w:rsid w:val="00595F81"/>
    <w:rsid w:val="00651280"/>
    <w:rsid w:val="006728DD"/>
    <w:rsid w:val="00763ED6"/>
    <w:rsid w:val="00783AC1"/>
    <w:rsid w:val="008026FE"/>
    <w:rsid w:val="00956C5A"/>
    <w:rsid w:val="009D4721"/>
    <w:rsid w:val="009E5FD5"/>
    <w:rsid w:val="00A03367"/>
    <w:rsid w:val="00A537EB"/>
    <w:rsid w:val="00B54715"/>
    <w:rsid w:val="00B7549D"/>
    <w:rsid w:val="00BA7FB3"/>
    <w:rsid w:val="00C91F8F"/>
    <w:rsid w:val="00CC2E1E"/>
    <w:rsid w:val="00D43710"/>
    <w:rsid w:val="00D44642"/>
    <w:rsid w:val="00E4028C"/>
    <w:rsid w:val="00E663BD"/>
    <w:rsid w:val="00E94E8C"/>
    <w:rsid w:val="00EA23B9"/>
    <w:rsid w:val="00F57ADF"/>
    <w:rsid w:val="00F9758D"/>
    <w:rsid w:val="00FF0996"/>
    <w:rsid w:val="00FF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81"/>
    <w:pPr>
      <w:spacing w:after="180" w:line="268" w:lineRule="auto"/>
      <w:jc w:val="both"/>
    </w:pPr>
    <w:rPr>
      <w:color w:val="000000"/>
      <w:kern w:val="28"/>
      <w:sz w:val="18"/>
      <w:szCs w:val="18"/>
      <w:lang w:val="en-US" w:eastAsia="en-US"/>
    </w:rPr>
  </w:style>
  <w:style w:type="paragraph" w:styleId="1">
    <w:name w:val="heading 1"/>
    <w:next w:val="a"/>
    <w:qFormat/>
    <w:rsid w:val="00595F81"/>
    <w:pPr>
      <w:spacing w:after="240"/>
      <w:outlineLvl w:val="0"/>
    </w:pPr>
    <w:rPr>
      <w:rFonts w:ascii="Arial" w:hAnsi="Arial" w:cs="Arial"/>
      <w:b/>
      <w:bCs/>
      <w:color w:val="666699"/>
      <w:kern w:val="28"/>
      <w:sz w:val="28"/>
      <w:szCs w:val="28"/>
      <w:lang w:val="en-US" w:eastAsia="en-US"/>
    </w:rPr>
  </w:style>
  <w:style w:type="paragraph" w:styleId="2">
    <w:name w:val="heading 2"/>
    <w:basedOn w:val="1"/>
    <w:next w:val="a"/>
    <w:qFormat/>
    <w:rsid w:val="00595F81"/>
    <w:pPr>
      <w:spacing w:after="120"/>
      <w:outlineLvl w:val="1"/>
    </w:pPr>
    <w:rPr>
      <w:i/>
      <w:sz w:val="24"/>
      <w:szCs w:val="24"/>
    </w:rPr>
  </w:style>
  <w:style w:type="paragraph" w:styleId="3">
    <w:name w:val="heading 3"/>
    <w:basedOn w:val="1"/>
    <w:next w:val="a"/>
    <w:qFormat/>
    <w:rsid w:val="00595F81"/>
    <w:pPr>
      <w:outlineLvl w:val="2"/>
    </w:pPr>
    <w:rPr>
      <w:b w:val="0"/>
      <w:smallCaps/>
      <w:sz w:val="24"/>
      <w:szCs w:val="24"/>
    </w:rPr>
  </w:style>
  <w:style w:type="paragraph" w:styleId="4">
    <w:name w:val="heading 4"/>
    <w:basedOn w:val="1"/>
    <w:qFormat/>
    <w:rsid w:val="00595F81"/>
    <w:pPr>
      <w:outlineLvl w:val="3"/>
    </w:pPr>
    <w:rPr>
      <w:color w:val="auto"/>
    </w:rPr>
  </w:style>
  <w:style w:type="paragraph" w:styleId="7">
    <w:name w:val="heading 7"/>
    <w:qFormat/>
    <w:rsid w:val="00595F81"/>
    <w:pPr>
      <w:spacing w:line="268" w:lineRule="auto"/>
      <w:jc w:val="center"/>
      <w:outlineLvl w:val="6"/>
    </w:pPr>
    <w:rPr>
      <w:i/>
      <w:iCs/>
      <w:color w:val="000000"/>
      <w:kern w:val="28"/>
      <w:sz w:val="34"/>
      <w:szCs w:val="3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95F81"/>
    <w:rPr>
      <w:color w:val="0000FF"/>
      <w:u w:val="single"/>
    </w:rPr>
  </w:style>
  <w:style w:type="paragraph" w:styleId="a4">
    <w:name w:val="No Spacing"/>
    <w:uiPriority w:val="1"/>
    <w:qFormat/>
    <w:rsid w:val="00CC2E1E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link w:val="a6"/>
    <w:rsid w:val="00595F81"/>
    <w:rPr>
      <w:kern w:val="28"/>
      <w:sz w:val="22"/>
      <w:szCs w:val="22"/>
      <w:lang w:val="en-US" w:eastAsia="en-US" w:bidi="en-US"/>
    </w:rPr>
  </w:style>
  <w:style w:type="paragraph" w:styleId="a6">
    <w:name w:val="Body Text"/>
    <w:basedOn w:val="a"/>
    <w:link w:val="a5"/>
    <w:rsid w:val="00595F81"/>
    <w:pPr>
      <w:jc w:val="left"/>
    </w:pPr>
    <w:rPr>
      <w:color w:val="auto"/>
      <w:sz w:val="22"/>
      <w:szCs w:val="22"/>
      <w:lang w:bidi="en-US"/>
    </w:rPr>
  </w:style>
  <w:style w:type="paragraph" w:styleId="20">
    <w:name w:val="Body Text 2"/>
    <w:basedOn w:val="a"/>
    <w:rsid w:val="00595F81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customStyle="1" w:styleId="10">
    <w:name w:val="Основной текст 1"/>
    <w:rsid w:val="00595F81"/>
    <w:pPr>
      <w:spacing w:after="240" w:line="320" w:lineRule="atLeast"/>
    </w:pPr>
    <w:rPr>
      <w:rFonts w:ascii="Arial" w:hAnsi="Arial" w:cs="Arial"/>
      <w:i/>
      <w:spacing w:val="-5"/>
      <w:sz w:val="22"/>
      <w:szCs w:val="22"/>
      <w:lang w:val="en-US" w:eastAsia="en-US" w:bidi="en-US"/>
    </w:rPr>
  </w:style>
  <w:style w:type="paragraph" w:customStyle="1" w:styleId="a7">
    <w:name w:val="Адрес"/>
    <w:basedOn w:val="a"/>
    <w:rsid w:val="00595F81"/>
    <w:pPr>
      <w:spacing w:after="0" w:line="240" w:lineRule="auto"/>
      <w:jc w:val="center"/>
    </w:pPr>
    <w:rPr>
      <w:rFonts w:ascii="Arial" w:hAnsi="Arial" w:cs="Arial"/>
      <w:b/>
      <w:bCs/>
      <w:smallCaps/>
      <w:color w:val="auto"/>
      <w:sz w:val="28"/>
      <w:szCs w:val="28"/>
      <w:lang w:bidi="en-US"/>
    </w:rPr>
  </w:style>
  <w:style w:type="paragraph" w:customStyle="1" w:styleId="a8">
    <w:name w:val="Ключевая фраза"/>
    <w:rsid w:val="00595F81"/>
    <w:pPr>
      <w:spacing w:line="268" w:lineRule="auto"/>
      <w:jc w:val="center"/>
    </w:pPr>
    <w:rPr>
      <w:rFonts w:ascii="Arial" w:hAnsi="Arial" w:cs="Arial"/>
      <w:b/>
      <w:bCs/>
      <w:kern w:val="28"/>
      <w:sz w:val="30"/>
      <w:szCs w:val="30"/>
      <w:lang w:val="en-US" w:eastAsia="en-US" w:bidi="en-US"/>
    </w:rPr>
  </w:style>
  <w:style w:type="paragraph" w:customStyle="1" w:styleId="21">
    <w:name w:val="Адрес 2"/>
    <w:rsid w:val="00595F81"/>
    <w:pPr>
      <w:jc w:val="center"/>
    </w:pPr>
    <w:rPr>
      <w:rFonts w:ascii="Arial" w:hAnsi="Arial" w:cs="Arial"/>
      <w:kern w:val="28"/>
      <w:sz w:val="22"/>
      <w:szCs w:val="22"/>
      <w:lang w:val="en-US" w:eastAsia="en-US" w:bidi="en-US"/>
    </w:rPr>
  </w:style>
  <w:style w:type="paragraph" w:customStyle="1" w:styleId="a9">
    <w:name w:val="Текст заголовка"/>
    <w:basedOn w:val="a"/>
    <w:rsid w:val="00595F81"/>
    <w:pPr>
      <w:spacing w:after="0" w:line="240" w:lineRule="auto"/>
      <w:jc w:val="center"/>
    </w:pPr>
    <w:rPr>
      <w:rFonts w:ascii="Arial" w:hAnsi="Arial" w:cs="Arial"/>
      <w:i/>
      <w:color w:val="auto"/>
      <w:lang w:bidi="en-US"/>
    </w:rPr>
  </w:style>
  <w:style w:type="paragraph" w:customStyle="1" w:styleId="aa">
    <w:name w:val="Название организации"/>
    <w:next w:val="a"/>
    <w:rsid w:val="00595F81"/>
    <w:pPr>
      <w:jc w:val="center"/>
    </w:pPr>
    <w:rPr>
      <w:rFonts w:ascii="Arial Black" w:hAnsi="Arial Black" w:cs="Arial Black"/>
      <w:bCs/>
      <w:kern w:val="28"/>
      <w:sz w:val="36"/>
      <w:szCs w:val="36"/>
      <w:lang w:val="en-US" w:eastAsia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3062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062DF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783AC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6;&#1083;&#1086;&#1076;&#1103;\AppData\Roaming\Microsoft\&#1064;&#1072;&#1073;&#1083;&#1086;&#1085;&#1099;\Brochur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93ED-03C9-4CCE-92E3-5E1CFE36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46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Володя</dc:creator>
  <cp:lastModifiedBy>пользователь</cp:lastModifiedBy>
  <cp:revision>10</cp:revision>
  <cp:lastPrinted>2011-12-04T11:51:00Z</cp:lastPrinted>
  <dcterms:created xsi:type="dcterms:W3CDTF">2011-12-04T11:11:00Z</dcterms:created>
  <dcterms:modified xsi:type="dcterms:W3CDTF">2020-02-05T09:02:00Z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TC060874601049</vt:lpwstr>
  </property>
</Properties>
</file>